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CA" w:rsidRDefault="007D56CA" w:rsidP="001B1C6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D56CA" w:rsidRDefault="007D56CA" w:rsidP="001B1C6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D56CA" w:rsidRPr="0016634B" w:rsidRDefault="007D56CA" w:rsidP="001B1C6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6634B">
        <w:rPr>
          <w:rFonts w:ascii="Times New Roman" w:hAnsi="Times New Roman" w:cs="Times New Roman"/>
          <w:b/>
          <w:bCs/>
          <w:sz w:val="28"/>
          <w:szCs w:val="28"/>
        </w:rPr>
        <w:t>Научном већу Института за физику</w:t>
      </w:r>
    </w:p>
    <w:p w:rsidR="007D56CA" w:rsidRPr="0016634B" w:rsidRDefault="007D56CA">
      <w:pPr>
        <w:rPr>
          <w:rFonts w:ascii="Times New Roman" w:hAnsi="Times New Roman" w:cs="Times New Roman"/>
        </w:rPr>
      </w:pPr>
    </w:p>
    <w:p w:rsidR="007D56CA" w:rsidRPr="0016634B" w:rsidRDefault="007D56CA">
      <w:pPr>
        <w:rPr>
          <w:rFonts w:ascii="Times New Roman" w:hAnsi="Times New Roman" w:cs="Times New Roman"/>
          <w:b/>
          <w:bCs/>
        </w:rPr>
      </w:pPr>
      <w:r w:rsidRPr="0016634B">
        <w:rPr>
          <w:rFonts w:ascii="Times New Roman" w:hAnsi="Times New Roman" w:cs="Times New Roman"/>
          <w:b/>
          <w:bCs/>
        </w:rPr>
        <w:t xml:space="preserve">Предмет: </w:t>
      </w:r>
      <w:r w:rsidRPr="0016634B">
        <w:rPr>
          <w:rFonts w:ascii="Times New Roman" w:hAnsi="Times New Roman" w:cs="Times New Roman"/>
          <w:b/>
          <w:bCs/>
        </w:rPr>
        <w:tab/>
        <w:t>Молба за покретање поступка за избор у звање истраживач сарадник</w:t>
      </w:r>
    </w:p>
    <w:p w:rsidR="007D56CA" w:rsidRPr="0016634B" w:rsidRDefault="007D56CA">
      <w:pPr>
        <w:rPr>
          <w:rFonts w:ascii="Times New Roman" w:hAnsi="Times New Roman" w:cs="Times New Roman"/>
        </w:rPr>
      </w:pPr>
    </w:p>
    <w:p w:rsidR="007D56CA" w:rsidRPr="0016634B" w:rsidRDefault="007D56CA" w:rsidP="006C0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6634B">
        <w:rPr>
          <w:rFonts w:ascii="Times New Roman" w:hAnsi="Times New Roman" w:cs="Times New Roman"/>
        </w:rPr>
        <w:t xml:space="preserve">У складу са критеријумима прописаним од стране Министарства за просвету, науку и технолошки развој за стицање истраживачког звања истраживач сарадник, као и критеријуме прописане од стране Правилника </w:t>
      </w:r>
      <w:r w:rsidRPr="0016634B">
        <w:rPr>
          <w:rFonts w:ascii="Times New Roman" w:hAnsi="Times New Roman" w:cs="Times New Roman"/>
          <w:lang w:val="ru-RU"/>
        </w:rPr>
        <w:t>о поступку и начину вредновања, и квантитативном исказивању научно-истраживачки</w:t>
      </w:r>
      <w:bookmarkStart w:id="0" w:name="_GoBack"/>
      <w:bookmarkEnd w:id="0"/>
      <w:r w:rsidRPr="0016634B">
        <w:rPr>
          <w:rFonts w:ascii="Times New Roman" w:hAnsi="Times New Roman" w:cs="Times New Roman"/>
          <w:lang w:val="ru-RU"/>
        </w:rPr>
        <w:t>х</w:t>
      </w:r>
      <w:r>
        <w:rPr>
          <w:rFonts w:ascii="Times New Roman" w:hAnsi="Times New Roman" w:cs="Times New Roman"/>
          <w:lang/>
        </w:rPr>
        <w:t xml:space="preserve"> </w:t>
      </w:r>
      <w:r w:rsidRPr="0016634B">
        <w:rPr>
          <w:rFonts w:ascii="Times New Roman" w:hAnsi="Times New Roman" w:cs="Times New Roman"/>
          <w:lang w:val="ru-RU"/>
        </w:rPr>
        <w:t>резултата истраживача</w:t>
      </w:r>
      <w:r w:rsidRPr="0016634B">
        <w:rPr>
          <w:rFonts w:ascii="Times New Roman" w:hAnsi="Times New Roman" w:cs="Times New Roman"/>
        </w:rPr>
        <w:t>, молим научно веће Института за физику да покрене поступак за мој избор у звање истраживач сарадник.</w:t>
      </w:r>
    </w:p>
    <w:p w:rsidR="007D56CA" w:rsidRPr="0016634B" w:rsidRDefault="007D56CA">
      <w:pPr>
        <w:rPr>
          <w:rFonts w:ascii="Times New Roman" w:hAnsi="Times New Roman" w:cs="Times New Roman"/>
        </w:rPr>
      </w:pPr>
    </w:p>
    <w:tbl>
      <w:tblPr>
        <w:tblW w:w="0" w:type="auto"/>
        <w:tblLook w:val="0000"/>
      </w:tblPr>
      <w:tblGrid>
        <w:gridCol w:w="4788"/>
        <w:gridCol w:w="4788"/>
      </w:tblGrid>
      <w:tr w:rsidR="007D56CA" w:rsidRPr="00305EA6">
        <w:tc>
          <w:tcPr>
            <w:tcW w:w="4788" w:type="dxa"/>
          </w:tcPr>
          <w:p w:rsidR="007D56CA" w:rsidRPr="00305EA6" w:rsidRDefault="007D56CA" w:rsidP="00C74E23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305EA6">
              <w:rPr>
                <w:rFonts w:ascii="Times New Roman" w:hAnsi="Times New Roman" w:cs="Times New Roman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lang/>
              </w:rPr>
              <w:t>август</w:t>
            </w:r>
            <w:r w:rsidRPr="00305EA6">
              <w:rPr>
                <w:rFonts w:ascii="Times New Roman" w:hAnsi="Times New Roman" w:cs="Times New Roman"/>
                <w:lang w:val="sr-Cyrl-CS"/>
              </w:rPr>
              <w:t xml:space="preserve"> 201</w:t>
            </w:r>
            <w:r>
              <w:rPr>
                <w:rFonts w:ascii="Times New Roman" w:hAnsi="Times New Roman" w:cs="Times New Roman"/>
                <w:lang/>
              </w:rPr>
              <w:t>5</w:t>
            </w:r>
            <w:r w:rsidRPr="00305EA6">
              <w:rPr>
                <w:rFonts w:ascii="Times New Roman" w:hAnsi="Times New Roman" w:cs="Times New Roman"/>
                <w:lang w:val="sr-Cyrl-CS"/>
              </w:rPr>
              <w:t>.</w:t>
            </w:r>
          </w:p>
          <w:p w:rsidR="007D56CA" w:rsidRPr="00305EA6" w:rsidRDefault="007D56CA" w:rsidP="00C74E23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 w:rsidRPr="00305EA6">
              <w:rPr>
                <w:rFonts w:ascii="Times New Roman" w:hAnsi="Times New Roman" w:cs="Times New Roman"/>
                <w:lang w:val="sr-Cyrl-CS"/>
              </w:rPr>
              <w:t>Београд</w:t>
            </w:r>
          </w:p>
        </w:tc>
        <w:tc>
          <w:tcPr>
            <w:tcW w:w="4788" w:type="dxa"/>
          </w:tcPr>
          <w:p w:rsidR="007D56CA" w:rsidRDefault="007D56CA" w:rsidP="00104FA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7D56CA" w:rsidRDefault="007D56CA" w:rsidP="00104FA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7D56CA" w:rsidRDefault="007D56CA" w:rsidP="00104FA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7D56CA" w:rsidRDefault="007D56CA" w:rsidP="00104FA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7D56CA" w:rsidRPr="00305EA6" w:rsidRDefault="007D56CA" w:rsidP="00104FA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С поштовањем,</w:t>
            </w:r>
          </w:p>
          <w:p w:rsidR="007D56CA" w:rsidRPr="00305EA6" w:rsidRDefault="007D56CA" w:rsidP="00104FA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Небојша</w:t>
            </w:r>
            <w:r w:rsidRPr="00305E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Војновић</w:t>
            </w:r>
          </w:p>
        </w:tc>
      </w:tr>
    </w:tbl>
    <w:p w:rsidR="007D56CA" w:rsidRPr="0016634B" w:rsidRDefault="007D56CA">
      <w:pPr>
        <w:rPr>
          <w:rFonts w:ascii="Times New Roman" w:hAnsi="Times New Roman" w:cs="Times New Roman"/>
        </w:rPr>
      </w:pPr>
    </w:p>
    <w:p w:rsidR="007D56CA" w:rsidRPr="0016634B" w:rsidRDefault="007D56CA">
      <w:pPr>
        <w:rPr>
          <w:rFonts w:ascii="Times New Roman" w:hAnsi="Times New Roman" w:cs="Times New Roman"/>
        </w:rPr>
      </w:pPr>
    </w:p>
    <w:p w:rsidR="007D56CA" w:rsidRPr="0016634B" w:rsidRDefault="007D56CA">
      <w:pPr>
        <w:rPr>
          <w:rFonts w:ascii="Times New Roman" w:hAnsi="Times New Roman" w:cs="Times New Roman"/>
        </w:rPr>
      </w:pPr>
    </w:p>
    <w:p w:rsidR="007D56CA" w:rsidRPr="0016634B" w:rsidRDefault="007D56CA">
      <w:pPr>
        <w:rPr>
          <w:rFonts w:ascii="Times New Roman" w:hAnsi="Times New Roman" w:cs="Times New Roman"/>
        </w:rPr>
      </w:pPr>
    </w:p>
    <w:p w:rsidR="007D56CA" w:rsidRPr="0016634B" w:rsidRDefault="007D56CA">
      <w:pPr>
        <w:rPr>
          <w:rFonts w:ascii="Times New Roman" w:hAnsi="Times New Roman" w:cs="Times New Roman"/>
        </w:rPr>
      </w:pPr>
    </w:p>
    <w:p w:rsidR="007D56CA" w:rsidRPr="0016634B" w:rsidRDefault="007D56CA">
      <w:pPr>
        <w:rPr>
          <w:rFonts w:ascii="Times New Roman" w:hAnsi="Times New Roman" w:cs="Times New Roman"/>
        </w:rPr>
      </w:pPr>
    </w:p>
    <w:sectPr w:rsidR="007D56CA" w:rsidRPr="0016634B" w:rsidSect="00962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78E"/>
    <w:rsid w:val="000F1BC1"/>
    <w:rsid w:val="00104FAE"/>
    <w:rsid w:val="0016634B"/>
    <w:rsid w:val="001B1C62"/>
    <w:rsid w:val="0022178E"/>
    <w:rsid w:val="00305EA6"/>
    <w:rsid w:val="003D003F"/>
    <w:rsid w:val="0043110C"/>
    <w:rsid w:val="00502C7D"/>
    <w:rsid w:val="00587571"/>
    <w:rsid w:val="006A7D2A"/>
    <w:rsid w:val="006C0B94"/>
    <w:rsid w:val="007D56CA"/>
    <w:rsid w:val="009621B3"/>
    <w:rsid w:val="00974816"/>
    <w:rsid w:val="00A37A9A"/>
    <w:rsid w:val="00AE5B7C"/>
    <w:rsid w:val="00B21147"/>
    <w:rsid w:val="00B4006C"/>
    <w:rsid w:val="00BD7BA8"/>
    <w:rsid w:val="00C74E23"/>
    <w:rsid w:val="00D0208F"/>
    <w:rsid w:val="00D26C3D"/>
    <w:rsid w:val="00D3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1B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87</Words>
  <Characters>497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Научном већу Института за физику</dc:title>
  <dc:subject/>
  <dc:creator>MM</dc:creator>
  <cp:keywords/>
  <dc:description/>
  <cp:lastModifiedBy>Vojnovic</cp:lastModifiedBy>
  <cp:revision>5</cp:revision>
  <cp:lastPrinted>2013-07-08T12:05:00Z</cp:lastPrinted>
  <dcterms:created xsi:type="dcterms:W3CDTF">2015-08-26T13:25:00Z</dcterms:created>
  <dcterms:modified xsi:type="dcterms:W3CDTF">2015-08-26T13:28:00Z</dcterms:modified>
</cp:coreProperties>
</file>